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1D2" w:rsidRDefault="007401D2" w:rsidP="007401D2">
      <w:pPr>
        <w:pStyle w:val="Heading1"/>
        <w:jc w:val="center"/>
      </w:pPr>
      <w:r>
        <w:t xml:space="preserve">Adding Teachers to </w:t>
      </w:r>
      <w:proofErr w:type="spellStart"/>
      <w:r>
        <w:t>ThinkCentral</w:t>
      </w:r>
      <w:proofErr w:type="spellEnd"/>
    </w:p>
    <w:p w:rsidR="007401D2" w:rsidRDefault="007401D2" w:rsidP="007401D2">
      <w:pPr>
        <w:spacing w:after="0" w:line="240" w:lineRule="auto"/>
        <w:jc w:val="center"/>
      </w:pPr>
      <w:r>
        <w:t>For School Administrators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5826"/>
      </w:tblGrid>
      <w:tr w:rsidR="007401D2" w:rsidTr="007401D2">
        <w:tc>
          <w:tcPr>
            <w:tcW w:w="4788" w:type="dxa"/>
          </w:tcPr>
          <w:p w:rsidR="007401D2" w:rsidRDefault="007401D2" w:rsidP="007401D2">
            <w:pPr>
              <w:pStyle w:val="ListParagraph"/>
              <w:numPr>
                <w:ilvl w:val="0"/>
                <w:numId w:val="1"/>
              </w:numPr>
            </w:pPr>
            <w:r>
              <w:t xml:space="preserve"> Log into </w:t>
            </w:r>
            <w:hyperlink r:id="rId7" w:history="1">
              <w:r w:rsidRPr="00B271F2">
                <w:rPr>
                  <w:rStyle w:val="Hyperlink"/>
                </w:rPr>
                <w:t>https://www-k6.thinkcentral.com</w:t>
              </w:r>
            </w:hyperlink>
            <w:r>
              <w:t xml:space="preserve"> </w:t>
            </w:r>
          </w:p>
          <w:p w:rsidR="007401D2" w:rsidRDefault="007401D2" w:rsidP="007401D2">
            <w:pPr>
              <w:pStyle w:val="ListParagraph"/>
              <w:numPr>
                <w:ilvl w:val="0"/>
                <w:numId w:val="1"/>
              </w:numPr>
            </w:pPr>
            <w:r>
              <w:t>Click on Users (bottom center)</w:t>
            </w:r>
          </w:p>
        </w:tc>
        <w:tc>
          <w:tcPr>
            <w:tcW w:w="4788" w:type="dxa"/>
          </w:tcPr>
          <w:p w:rsidR="007401D2" w:rsidRDefault="007401D2" w:rsidP="007401D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DD6906D" wp14:editId="5B6F9CBB">
                  <wp:extent cx="3181350" cy="2158288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dduser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8210" cy="21629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01D2" w:rsidTr="007401D2">
        <w:tc>
          <w:tcPr>
            <w:tcW w:w="4788" w:type="dxa"/>
          </w:tcPr>
          <w:p w:rsidR="007401D2" w:rsidRDefault="007401D2" w:rsidP="007401D2">
            <w:pPr>
              <w:pStyle w:val="ListParagraph"/>
              <w:numPr>
                <w:ilvl w:val="0"/>
                <w:numId w:val="1"/>
              </w:numPr>
            </w:pPr>
            <w:r>
              <w:t>Choose Teacher as User Type</w:t>
            </w:r>
          </w:p>
          <w:p w:rsidR="007401D2" w:rsidRDefault="007401D2" w:rsidP="007401D2">
            <w:pPr>
              <w:pStyle w:val="ListParagraph"/>
              <w:numPr>
                <w:ilvl w:val="0"/>
                <w:numId w:val="1"/>
              </w:numPr>
            </w:pPr>
            <w:r>
              <w:t xml:space="preserve">Click Find to bring up a list of teachers from your school </w:t>
            </w:r>
            <w:proofErr w:type="gramStart"/>
            <w:r>
              <w:t>who</w:t>
            </w:r>
            <w:proofErr w:type="gramEnd"/>
            <w:r>
              <w:t xml:space="preserve"> already have accounts so that you can determine which teachers need to be added.  </w:t>
            </w:r>
            <w:r w:rsidRPr="007401D2">
              <w:rPr>
                <w:i/>
              </w:rPr>
              <w:t>(This is where you can go to recover login information for teachers if needed.)</w:t>
            </w:r>
          </w:p>
        </w:tc>
        <w:tc>
          <w:tcPr>
            <w:tcW w:w="4788" w:type="dxa"/>
          </w:tcPr>
          <w:p w:rsidR="007401D2" w:rsidRDefault="007401D2" w:rsidP="007401D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6C701C" wp14:editId="3F15A3F6">
                      <wp:simplePos x="0" y="0"/>
                      <wp:positionH relativeFrom="column">
                        <wp:posOffset>2713990</wp:posOffset>
                      </wp:positionH>
                      <wp:positionV relativeFrom="paragraph">
                        <wp:posOffset>1296035</wp:posOffset>
                      </wp:positionV>
                      <wp:extent cx="200025" cy="171450"/>
                      <wp:effectExtent l="19050" t="19050" r="28575" b="1905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margin-left:213.7pt;margin-top:102.05pt;width:15.7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" filled="f" strokecolor="red" strokeweight="2.25pt"/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FA60BC1" wp14:editId="201DDB22">
                  <wp:extent cx="3426532" cy="1763419"/>
                  <wp:effectExtent l="0" t="0" r="2540" b="825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dduser2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7955" cy="17641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01D2" w:rsidTr="007401D2">
        <w:tc>
          <w:tcPr>
            <w:tcW w:w="4788" w:type="dxa"/>
          </w:tcPr>
          <w:p w:rsidR="007401D2" w:rsidRDefault="007401D2" w:rsidP="00DC0543">
            <w:pPr>
              <w:pStyle w:val="ListParagraph"/>
              <w:numPr>
                <w:ilvl w:val="0"/>
                <w:numId w:val="1"/>
              </w:numPr>
            </w:pPr>
            <w:r>
              <w:t>From this screen you can choose Add User from the gold menu at the top</w:t>
            </w:r>
            <w:r w:rsidR="00DC0543">
              <w:t>.</w:t>
            </w:r>
          </w:p>
        </w:tc>
        <w:tc>
          <w:tcPr>
            <w:tcW w:w="4788" w:type="dxa"/>
          </w:tcPr>
          <w:p w:rsidR="007401D2" w:rsidRDefault="007401D2" w:rsidP="007401D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355436" cy="58039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dduser4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5436" cy="580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01D2" w:rsidTr="007401D2">
        <w:tc>
          <w:tcPr>
            <w:tcW w:w="4788" w:type="dxa"/>
          </w:tcPr>
          <w:p w:rsidR="007401D2" w:rsidRDefault="00DC0543" w:rsidP="00DC0543">
            <w:pPr>
              <w:pStyle w:val="ListParagraph"/>
              <w:numPr>
                <w:ilvl w:val="0"/>
                <w:numId w:val="1"/>
              </w:numPr>
            </w:pPr>
            <w:r>
              <w:t xml:space="preserve"> Choose the User Type from the dropdown (Teacher)</w:t>
            </w:r>
          </w:p>
          <w:p w:rsidR="00DC0543" w:rsidRDefault="00DC0543" w:rsidP="00DC0543">
            <w:pPr>
              <w:pStyle w:val="ListParagraph"/>
              <w:numPr>
                <w:ilvl w:val="0"/>
                <w:numId w:val="1"/>
              </w:numPr>
            </w:pPr>
            <w:r>
              <w:t>Type in the teacher’s personal details.</w:t>
            </w:r>
          </w:p>
        </w:tc>
        <w:tc>
          <w:tcPr>
            <w:tcW w:w="4788" w:type="dxa"/>
          </w:tcPr>
          <w:p w:rsidR="007401D2" w:rsidRDefault="00DC0543" w:rsidP="007401D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339201" cy="1936808"/>
                  <wp:effectExtent l="0" t="0" r="0" b="635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dduser5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2984" cy="19390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01D2" w:rsidTr="007401D2">
        <w:tc>
          <w:tcPr>
            <w:tcW w:w="4788" w:type="dxa"/>
          </w:tcPr>
          <w:p w:rsidR="007401D2" w:rsidRDefault="00DC0543" w:rsidP="00DC0543">
            <w:pPr>
              <w:pStyle w:val="ListParagraph"/>
              <w:numPr>
                <w:ilvl w:val="0"/>
                <w:numId w:val="1"/>
              </w:numPr>
            </w:pPr>
            <w:r>
              <w:t xml:space="preserve"> When assigning Username and Password</w:t>
            </w:r>
            <w:r w:rsidR="00596810">
              <w:t xml:space="preserve"> remember the established protocol.</w:t>
            </w:r>
          </w:p>
          <w:p w:rsidR="00596810" w:rsidRDefault="00596810" w:rsidP="00596810">
            <w:pPr>
              <w:pStyle w:val="ListParagraph"/>
              <w:rPr>
                <w:color w:val="000000"/>
              </w:rPr>
            </w:pPr>
            <w:r>
              <w:rPr>
                <w:color w:val="000000"/>
              </w:rPr>
              <w:t>T</w:t>
            </w:r>
            <w:r>
              <w:rPr>
                <w:color w:val="000000"/>
              </w:rPr>
              <w:t xml:space="preserve">he username as </w:t>
            </w:r>
            <w:proofErr w:type="spellStart"/>
            <w:r>
              <w:rPr>
                <w:color w:val="000000"/>
              </w:rPr>
              <w:t>firstlast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(note that there is no dot) </w:t>
            </w:r>
          </w:p>
          <w:p w:rsidR="00596810" w:rsidRDefault="00596810" w:rsidP="00596810">
            <w:pPr>
              <w:pStyle w:val="ListParagraph"/>
              <w:rPr>
                <w:color w:val="000000"/>
              </w:rPr>
            </w:pPr>
            <w:r>
              <w:rPr>
                <w:color w:val="000000"/>
              </w:rPr>
              <w:t>T</w:t>
            </w:r>
            <w:r>
              <w:rPr>
                <w:color w:val="000000"/>
              </w:rPr>
              <w:t xml:space="preserve">he password as FL##### (the teacher’s 5 digit </w:t>
            </w:r>
            <w:proofErr w:type="spellStart"/>
            <w:r>
              <w:rPr>
                <w:color w:val="000000"/>
              </w:rPr>
              <w:t>Munis</w:t>
            </w:r>
            <w:proofErr w:type="spellEnd"/>
            <w:r>
              <w:rPr>
                <w:color w:val="000000"/>
              </w:rPr>
              <w:t xml:space="preserve"> number, which appears beside the teacher’s name in PowerSchool)</w:t>
            </w:r>
          </w:p>
          <w:p w:rsidR="00596810" w:rsidRDefault="00596810" w:rsidP="00596810">
            <w:pPr>
              <w:pStyle w:val="ListParagraph"/>
              <w:numPr>
                <w:ilvl w:val="0"/>
                <w:numId w:val="1"/>
              </w:numPr>
            </w:pPr>
            <w:r>
              <w:t xml:space="preserve"> Click Add</w:t>
            </w:r>
          </w:p>
        </w:tc>
        <w:tc>
          <w:tcPr>
            <w:tcW w:w="4788" w:type="dxa"/>
          </w:tcPr>
          <w:p w:rsidR="007401D2" w:rsidRDefault="00DC0543" w:rsidP="007401D2">
            <w:pPr>
              <w:jc w:val="center"/>
            </w:pPr>
            <w:bookmarkStart w:id="0" w:name="_GoBack"/>
            <w:r>
              <w:rPr>
                <w:noProof/>
              </w:rPr>
              <w:drawing>
                <wp:inline distT="0" distB="0" distL="0" distR="0">
                  <wp:extent cx="3555919" cy="1190625"/>
                  <wp:effectExtent l="0" t="0" r="698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dduser6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3720" cy="11932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:rsidR="007401D2" w:rsidRDefault="007401D2" w:rsidP="007401D2">
      <w:pPr>
        <w:jc w:val="center"/>
      </w:pPr>
    </w:p>
    <w:sectPr w:rsidR="007401D2" w:rsidSect="00DC054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21BA4"/>
    <w:multiLevelType w:val="hybridMultilevel"/>
    <w:tmpl w:val="126AA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1D2"/>
    <w:rsid w:val="00034869"/>
    <w:rsid w:val="003515D9"/>
    <w:rsid w:val="00593929"/>
    <w:rsid w:val="00596810"/>
    <w:rsid w:val="005B4105"/>
    <w:rsid w:val="00606D43"/>
    <w:rsid w:val="007401D2"/>
    <w:rsid w:val="00901AED"/>
    <w:rsid w:val="00B37D7B"/>
    <w:rsid w:val="00CE602B"/>
    <w:rsid w:val="00DC0543"/>
    <w:rsid w:val="00DD4AE5"/>
    <w:rsid w:val="00FE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401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01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01D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401D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0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1D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401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401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01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01D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401D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0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1D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401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-k6.thinkcentral.com" TargetMode="External"/><Relationship Id="rId12" Type="http://schemas.openxmlformats.org/officeDocument/2006/relationships/image" Target="media/image5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G"/><Relationship Id="rId5" Type="http://schemas.openxmlformats.org/officeDocument/2006/relationships/settings" Target="settings.xml"/><Relationship Id="rId10" Type="http://schemas.openxmlformats.org/officeDocument/2006/relationships/image" Target="media/image3.JPG"/><Relationship Id="rId4" Type="http://schemas.microsoft.com/office/2007/relationships/stylesWithEffects" Target="stylesWithEffect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1A7BFFF6-0B73-47A3-9170-83F9D51DF298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0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 Baker</dc:creator>
  <cp:lastModifiedBy>Donna Baker</cp:lastModifiedBy>
  <cp:revision>2</cp:revision>
  <dcterms:created xsi:type="dcterms:W3CDTF">2013-08-27T16:18:00Z</dcterms:created>
  <dcterms:modified xsi:type="dcterms:W3CDTF">2013-08-27T16:18:00Z</dcterms:modified>
</cp:coreProperties>
</file>